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E298" w14:textId="2F4B8561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10201B">
        <w:rPr>
          <w:szCs w:val="22"/>
        </w:rPr>
        <w:t>4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79EF087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5C1770" w:rsidRPr="005C1770">
        <w:rPr>
          <w:rFonts w:eastAsia="Times New Roman" w:cs="Times New Roman"/>
          <w:b/>
          <w:lang w:eastAsia="cs-CZ"/>
        </w:rPr>
        <w:t>Motorová podbíjecí kladiva 2020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r w:rsidR="00E66134" w:rsidRPr="00E66134">
        <w:rPr>
          <w:rFonts w:eastAsia="Times New Roman" w:cs="Times New Roman"/>
          <w:lang w:eastAsia="cs-CZ"/>
        </w:rPr>
        <w:t>č.</w:t>
      </w:r>
      <w:r w:rsidR="0010201B">
        <w:rPr>
          <w:rFonts w:eastAsia="Times New Roman" w:cs="Times New Roman"/>
          <w:lang w:eastAsia="cs-CZ"/>
        </w:rPr>
        <w:t xml:space="preserve"> </w:t>
      </w:r>
      <w:r w:rsidR="00E66134" w:rsidRPr="00E66134">
        <w:rPr>
          <w:rFonts w:eastAsia="Times New Roman" w:cs="Times New Roman"/>
          <w:lang w:eastAsia="cs-CZ"/>
        </w:rPr>
        <w:t xml:space="preserve">j. </w:t>
      </w:r>
      <w:r w:rsidR="005C1770" w:rsidRPr="005C1770">
        <w:rPr>
          <w:rFonts w:eastAsia="Times New Roman" w:cs="Times New Roman"/>
          <w:lang w:eastAsia="cs-CZ"/>
        </w:rPr>
        <w:t>39274/2020-SŽ-GŘ-O8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12EC" w14:textId="77777777" w:rsidR="007A7736" w:rsidRDefault="007A773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F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79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48178C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79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79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478FAB98" w:rsidR="00F1715C" w:rsidRDefault="00F1715C" w:rsidP="007A7736">
          <w:pPr>
            <w:pStyle w:val="Zpat"/>
          </w:pPr>
          <w:r>
            <w:t>www.s</w:t>
          </w:r>
          <w:r w:rsidR="007A7736">
            <w:t>pravazeleznic</w:t>
          </w:r>
          <w:r>
            <w:t>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B548D" w14:textId="77777777" w:rsidR="007A7736" w:rsidRDefault="007A773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201B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791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770"/>
    <w:rsid w:val="005F1404"/>
    <w:rsid w:val="0061068E"/>
    <w:rsid w:val="006127A8"/>
    <w:rsid w:val="00660AD3"/>
    <w:rsid w:val="006637DC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736"/>
    <w:rsid w:val="007B570C"/>
    <w:rsid w:val="007C589B"/>
    <w:rsid w:val="007E4A6E"/>
    <w:rsid w:val="007F56A7"/>
    <w:rsid w:val="00807DD0"/>
    <w:rsid w:val="008145D7"/>
    <w:rsid w:val="0086532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FD4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09F7"/>
    <w:rsid w:val="00D6163D"/>
    <w:rsid w:val="00D73D46"/>
    <w:rsid w:val="00D831A3"/>
    <w:rsid w:val="00D945BE"/>
    <w:rsid w:val="00DC75F3"/>
    <w:rsid w:val="00DD46F3"/>
    <w:rsid w:val="00DE56F2"/>
    <w:rsid w:val="00DF116D"/>
    <w:rsid w:val="00E36C4A"/>
    <w:rsid w:val="00E66134"/>
    <w:rsid w:val="00EB104F"/>
    <w:rsid w:val="00EC0970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0CE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FC2041B-7BCF-404F-98FC-BA70B2E9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13</cp:revision>
  <cp:lastPrinted>2020-09-21T12:50:00Z</cp:lastPrinted>
  <dcterms:created xsi:type="dcterms:W3CDTF">2020-06-03T11:07:00Z</dcterms:created>
  <dcterms:modified xsi:type="dcterms:W3CDTF">2020-09-21T12:50:00Z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